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83505" w14:textId="587C9ED5" w:rsidR="00CC6F01" w:rsidRDefault="00CC6F01"/>
    <w:p w14:paraId="75E2F36C" w14:textId="18F9FBA5" w:rsidR="00A239F4" w:rsidRDefault="009C748F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</w:p>
    <w:p w14:paraId="3A9BAB2A" w14:textId="77777777" w:rsidR="00AD2DEA" w:rsidRPr="00AD2DEA" w:rsidRDefault="00AD2DEA" w:rsidP="00AD2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</w:p>
    <w:p w14:paraId="01023484" w14:textId="3652B584" w:rsidR="00AD2DEA" w:rsidRPr="00AD2DEA" w:rsidRDefault="00AD2DEA" w:rsidP="00AD2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DEA">
        <w:rPr>
          <w:rFonts w:ascii="Times New Roman" w:hAnsi="Times New Roman" w:cs="Times New Roman"/>
          <w:sz w:val="24"/>
          <w:szCs w:val="24"/>
        </w:rPr>
        <w:t>Heidy Purga</w:t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25</w:t>
      </w:r>
      <w:r w:rsidRPr="00AD2DEA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D2DEA">
        <w:rPr>
          <w:rFonts w:ascii="Times New Roman" w:hAnsi="Times New Roman" w:cs="Times New Roman"/>
          <w:sz w:val="24"/>
          <w:szCs w:val="24"/>
        </w:rPr>
        <w:t>.2023 nr 1-24.6/</w:t>
      </w:r>
      <w:r>
        <w:rPr>
          <w:rFonts w:ascii="Times New Roman" w:hAnsi="Times New Roman" w:cs="Times New Roman"/>
          <w:sz w:val="24"/>
          <w:szCs w:val="24"/>
        </w:rPr>
        <w:t>24</w:t>
      </w:r>
    </w:p>
    <w:p w14:paraId="4CA55FA7" w14:textId="77777777" w:rsidR="00AD2DEA" w:rsidRPr="00AD2DEA" w:rsidRDefault="00AD2DEA" w:rsidP="00AD2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DEA">
        <w:rPr>
          <w:rFonts w:ascii="Times New Roman" w:hAnsi="Times New Roman" w:cs="Times New Roman"/>
          <w:sz w:val="24"/>
          <w:szCs w:val="24"/>
        </w:rPr>
        <w:t>minister</w:t>
      </w:r>
    </w:p>
    <w:p w14:paraId="7F53703E" w14:textId="77777777" w:rsidR="00AD2DEA" w:rsidRPr="00AD2DEA" w:rsidRDefault="00AD2DEA" w:rsidP="00AD2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DEA">
        <w:rPr>
          <w:rFonts w:ascii="Times New Roman" w:hAnsi="Times New Roman" w:cs="Times New Roman"/>
          <w:sz w:val="24"/>
          <w:szCs w:val="24"/>
        </w:rPr>
        <w:t>Kultuuriministeerium</w:t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</w:p>
    <w:p w14:paraId="3F05F961" w14:textId="77777777" w:rsidR="00AD2DEA" w:rsidRPr="00AD2DEA" w:rsidRDefault="00000000" w:rsidP="00AD2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AD2DEA" w:rsidRPr="00AD2DEA">
          <w:rPr>
            <w:rStyle w:val="Hperlink"/>
            <w:rFonts w:ascii="Times New Roman" w:hAnsi="Times New Roman" w:cs="Times New Roman"/>
            <w:sz w:val="24"/>
            <w:szCs w:val="24"/>
          </w:rPr>
          <w:t>min@kul.ee</w:t>
        </w:r>
      </w:hyperlink>
    </w:p>
    <w:p w14:paraId="36E89952" w14:textId="77777777" w:rsidR="00EC6611" w:rsidRPr="008460D0" w:rsidRDefault="00EC6611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57078B" w14:textId="39C91C43" w:rsidR="009015E5" w:rsidRPr="008460D0" w:rsidRDefault="009015E5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7098A9" w14:textId="77777777" w:rsidR="00FF08AD" w:rsidRPr="00FF08AD" w:rsidRDefault="00FF08AD" w:rsidP="00FF08A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8AD">
        <w:rPr>
          <w:rFonts w:ascii="Times New Roman" w:hAnsi="Times New Roman" w:cs="Times New Roman"/>
          <w:b/>
          <w:bCs/>
          <w:sz w:val="24"/>
          <w:szCs w:val="24"/>
        </w:rPr>
        <w:t>Kultuuriministri 26. jaanuari 2023.a käskkirja nr 24 „Kohalike omavalitsuste toetamine lõimumise, sealhulga kohanemise teenuste pakkumisel“ muudatustaotlus</w:t>
      </w:r>
    </w:p>
    <w:p w14:paraId="57929081" w14:textId="77777777" w:rsidR="002762A5" w:rsidRDefault="002762A5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10FB1B" w14:textId="715B532B" w:rsidR="00AA7FC2" w:rsidRDefault="00AA7FC2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Austatud minister</w:t>
      </w:r>
    </w:p>
    <w:p w14:paraId="6D249EE6" w14:textId="77777777" w:rsidR="00AA7FC2" w:rsidRPr="008460D0" w:rsidRDefault="00AA7FC2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01B8A2" w14:textId="77777777" w:rsidR="009C6471" w:rsidRDefault="009C6471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CC3D5C" w14:textId="77777777" w:rsidR="002C782B" w:rsidRPr="002C782B" w:rsidRDefault="009C6471" w:rsidP="002C7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471">
        <w:rPr>
          <w:rFonts w:ascii="Times New Roman" w:hAnsi="Times New Roman" w:cs="Times New Roman"/>
          <w:sz w:val="24"/>
          <w:szCs w:val="24"/>
        </w:rPr>
        <w:t xml:space="preserve">Tulenevalt vajadusest </w:t>
      </w:r>
      <w:r w:rsidR="00EE44D1">
        <w:rPr>
          <w:rFonts w:ascii="Times New Roman" w:hAnsi="Times New Roman" w:cs="Times New Roman"/>
          <w:sz w:val="24"/>
          <w:szCs w:val="24"/>
        </w:rPr>
        <w:t>lisada elluviija partner</w:t>
      </w:r>
      <w:r w:rsidR="00EE44D1" w:rsidRPr="009C6471">
        <w:rPr>
          <w:rFonts w:ascii="Times New Roman" w:hAnsi="Times New Roman" w:cs="Times New Roman"/>
          <w:sz w:val="24"/>
          <w:szCs w:val="24"/>
        </w:rPr>
        <w:t xml:space="preserve"> </w:t>
      </w:r>
      <w:r w:rsidR="00EE44D1">
        <w:rPr>
          <w:rFonts w:ascii="Times New Roman" w:hAnsi="Times New Roman" w:cs="Times New Roman"/>
          <w:sz w:val="24"/>
          <w:szCs w:val="24"/>
        </w:rPr>
        <w:t xml:space="preserve">ja </w:t>
      </w:r>
      <w:r w:rsidRPr="009C6471">
        <w:rPr>
          <w:rFonts w:ascii="Times New Roman" w:hAnsi="Times New Roman" w:cs="Times New Roman"/>
          <w:sz w:val="24"/>
          <w:szCs w:val="24"/>
        </w:rPr>
        <w:t>muuta toetatava tegevuse eelarvet</w:t>
      </w:r>
      <w:r w:rsidR="001C30C7">
        <w:rPr>
          <w:rFonts w:ascii="Times New Roman" w:hAnsi="Times New Roman" w:cs="Times New Roman"/>
          <w:sz w:val="24"/>
          <w:szCs w:val="24"/>
        </w:rPr>
        <w:t>,</w:t>
      </w:r>
      <w:r w:rsidRPr="009C6471">
        <w:rPr>
          <w:rFonts w:ascii="Times New Roman" w:hAnsi="Times New Roman" w:cs="Times New Roman"/>
          <w:sz w:val="24"/>
          <w:szCs w:val="24"/>
        </w:rPr>
        <w:t xml:space="preserve"> esitab toetatava tegevuse elluviija </w:t>
      </w:r>
      <w:r w:rsidR="002C782B" w:rsidRPr="002C782B">
        <w:rPr>
          <w:rFonts w:ascii="Times New Roman" w:hAnsi="Times New Roman" w:cs="Times New Roman"/>
          <w:sz w:val="24"/>
          <w:szCs w:val="24"/>
        </w:rPr>
        <w:t xml:space="preserve">Eesti Linnade ja Valdade Liit kultuuriministri 26.01.2023 käskkirja nr 24 „Kohalike omavalitsuste toetamine lõimumise, sealhulgas kohanemise teenuste pakkumisel“ (edaspidi </w:t>
      </w:r>
      <w:r w:rsidR="002C782B" w:rsidRPr="002C782B">
        <w:rPr>
          <w:rFonts w:ascii="Times New Roman" w:hAnsi="Times New Roman" w:cs="Times New Roman"/>
          <w:i/>
          <w:iCs/>
          <w:sz w:val="24"/>
          <w:szCs w:val="24"/>
        </w:rPr>
        <w:t>TAT</w:t>
      </w:r>
      <w:r w:rsidR="002C782B" w:rsidRPr="002C782B">
        <w:rPr>
          <w:rFonts w:ascii="Times New Roman" w:hAnsi="Times New Roman" w:cs="Times New Roman"/>
          <w:sz w:val="24"/>
          <w:szCs w:val="24"/>
        </w:rPr>
        <w:t>) punkti 12 „TAT-i muutmine“ alusel rakendusasutusele TAT-i muutmise taotluse.</w:t>
      </w:r>
    </w:p>
    <w:p w14:paraId="2176FB54" w14:textId="77777777" w:rsidR="009C6471" w:rsidRPr="009C6471" w:rsidRDefault="009C6471" w:rsidP="009C6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0E04FF" w14:textId="451391D7" w:rsidR="0028304D" w:rsidRPr="0028304D" w:rsidRDefault="00EF620F" w:rsidP="0028304D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44D1">
        <w:rPr>
          <w:rFonts w:ascii="Times New Roman" w:hAnsi="Times New Roman" w:cs="Times New Roman"/>
          <w:sz w:val="24"/>
          <w:szCs w:val="24"/>
        </w:rPr>
        <w:t xml:space="preserve">Elluviija on sõlminud partnerluslepingud </w:t>
      </w:r>
      <w:r w:rsidR="006C1C4B" w:rsidRPr="00EE44D1">
        <w:rPr>
          <w:rFonts w:ascii="Times New Roman" w:hAnsi="Times New Roman" w:cs="Times New Roman"/>
          <w:sz w:val="24"/>
          <w:szCs w:val="24"/>
        </w:rPr>
        <w:t xml:space="preserve">kolme </w:t>
      </w:r>
      <w:r w:rsidR="00094128" w:rsidRPr="00EE44D1">
        <w:rPr>
          <w:rFonts w:ascii="Times New Roman" w:hAnsi="Times New Roman" w:cs="Times New Roman"/>
          <w:sz w:val="24"/>
          <w:szCs w:val="24"/>
        </w:rPr>
        <w:t>kohaliku omavalitsusega</w:t>
      </w:r>
      <w:r w:rsidR="00266A13">
        <w:rPr>
          <w:rFonts w:ascii="Times New Roman" w:hAnsi="Times New Roman" w:cs="Times New Roman"/>
          <w:sz w:val="24"/>
          <w:szCs w:val="24"/>
        </w:rPr>
        <w:t xml:space="preserve"> - </w:t>
      </w:r>
      <w:r w:rsidRPr="00EE44D1">
        <w:rPr>
          <w:rFonts w:ascii="Times New Roman" w:hAnsi="Times New Roman" w:cs="Times New Roman"/>
          <w:sz w:val="24"/>
          <w:szCs w:val="24"/>
        </w:rPr>
        <w:t>Tartu linna</w:t>
      </w:r>
      <w:r w:rsidR="00AF76ED" w:rsidRPr="00EE44D1">
        <w:rPr>
          <w:rFonts w:ascii="Times New Roman" w:hAnsi="Times New Roman" w:cs="Times New Roman"/>
          <w:sz w:val="24"/>
          <w:szCs w:val="24"/>
        </w:rPr>
        <w:t xml:space="preserve">, Rakvere linna ja Tallinna linnaga. </w:t>
      </w:r>
      <w:r w:rsidR="00B949C4">
        <w:rPr>
          <w:rFonts w:ascii="Times New Roman" w:hAnsi="Times New Roman" w:cs="Times New Roman"/>
          <w:sz w:val="24"/>
          <w:szCs w:val="24"/>
        </w:rPr>
        <w:t>Täiendava</w:t>
      </w:r>
      <w:r w:rsidR="00EE44D1">
        <w:rPr>
          <w:rFonts w:ascii="Times New Roman" w:hAnsi="Times New Roman" w:cs="Times New Roman"/>
          <w:sz w:val="24"/>
          <w:szCs w:val="24"/>
        </w:rPr>
        <w:t xml:space="preserve"> p</w:t>
      </w:r>
      <w:r w:rsidR="00383B4C" w:rsidRPr="00EE44D1">
        <w:rPr>
          <w:rFonts w:ascii="Times New Roman" w:hAnsi="Times New Roman" w:cs="Times New Roman"/>
          <w:sz w:val="24"/>
          <w:szCs w:val="24"/>
        </w:rPr>
        <w:t xml:space="preserve">artneri </w:t>
      </w:r>
      <w:r w:rsidR="009F74F0" w:rsidRPr="00EE44D1">
        <w:rPr>
          <w:rFonts w:ascii="Times New Roman" w:hAnsi="Times New Roman" w:cs="Times New Roman"/>
          <w:sz w:val="24"/>
          <w:szCs w:val="24"/>
        </w:rPr>
        <w:t>valikul on arvestatud</w:t>
      </w:r>
      <w:r w:rsidR="00B22EB3">
        <w:rPr>
          <w:rFonts w:ascii="Times New Roman" w:hAnsi="Times New Roman" w:cs="Times New Roman"/>
          <w:sz w:val="24"/>
          <w:szCs w:val="24"/>
        </w:rPr>
        <w:t xml:space="preserve"> </w:t>
      </w:r>
      <w:r w:rsidR="00EF50AE">
        <w:rPr>
          <w:rFonts w:ascii="Times New Roman" w:hAnsi="Times New Roman" w:cs="Times New Roman"/>
          <w:sz w:val="24"/>
          <w:szCs w:val="24"/>
        </w:rPr>
        <w:t>sisserände olukorda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 </w:t>
      </w:r>
      <w:r w:rsidR="00EE44D1">
        <w:rPr>
          <w:rFonts w:ascii="Times New Roman" w:hAnsi="Times New Roman" w:cs="Times New Roman"/>
          <w:sz w:val="24"/>
          <w:szCs w:val="24"/>
        </w:rPr>
        <w:t xml:space="preserve">ja </w:t>
      </w:r>
      <w:r w:rsidR="009F74F0" w:rsidRPr="00EE44D1">
        <w:rPr>
          <w:rFonts w:ascii="Times New Roman" w:hAnsi="Times New Roman" w:cs="Times New Roman"/>
          <w:sz w:val="24"/>
          <w:szCs w:val="24"/>
        </w:rPr>
        <w:t xml:space="preserve">rahvastikuregistri andmeid. 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Saaremaa </w:t>
      </w:r>
      <w:r w:rsidR="00B22EB3">
        <w:rPr>
          <w:rFonts w:ascii="Times New Roman" w:hAnsi="Times New Roman" w:cs="Times New Roman"/>
          <w:sz w:val="24"/>
          <w:szCs w:val="24"/>
        </w:rPr>
        <w:t xml:space="preserve">vald 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on </w:t>
      </w:r>
      <w:r w:rsidR="00AA2173">
        <w:rPr>
          <w:rFonts w:ascii="Times New Roman" w:hAnsi="Times New Roman" w:cs="Times New Roman"/>
          <w:sz w:val="24"/>
          <w:szCs w:val="24"/>
        </w:rPr>
        <w:t>lõimumise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 vaates unikaalne</w:t>
      </w:r>
      <w:r w:rsidR="00B22EB3">
        <w:rPr>
          <w:rFonts w:ascii="Times New Roman" w:hAnsi="Times New Roman" w:cs="Times New Roman"/>
          <w:sz w:val="24"/>
          <w:szCs w:val="24"/>
        </w:rPr>
        <w:t xml:space="preserve"> </w:t>
      </w:r>
      <w:r w:rsidR="002C7F45">
        <w:rPr>
          <w:rFonts w:ascii="Times New Roman" w:hAnsi="Times New Roman" w:cs="Times New Roman"/>
          <w:sz w:val="24"/>
          <w:szCs w:val="24"/>
        </w:rPr>
        <w:t>piir</w:t>
      </w:r>
      <w:r w:rsidR="00B22EB3">
        <w:rPr>
          <w:rFonts w:ascii="Times New Roman" w:hAnsi="Times New Roman" w:cs="Times New Roman"/>
          <w:sz w:val="24"/>
          <w:szCs w:val="24"/>
        </w:rPr>
        <w:t>kond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, kus on </w:t>
      </w:r>
      <w:r w:rsidR="002C7F45">
        <w:rPr>
          <w:rFonts w:ascii="Times New Roman" w:hAnsi="Times New Roman" w:cs="Times New Roman"/>
          <w:sz w:val="24"/>
          <w:szCs w:val="24"/>
        </w:rPr>
        <w:t xml:space="preserve">olnud 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läbi aegade </w:t>
      </w:r>
      <w:r w:rsidR="002C7F45">
        <w:rPr>
          <w:rFonts w:ascii="Times New Roman" w:hAnsi="Times New Roman" w:cs="Times New Roman"/>
          <w:sz w:val="24"/>
          <w:szCs w:val="24"/>
        </w:rPr>
        <w:t xml:space="preserve">võrdlemisi 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homogeenne </w:t>
      </w:r>
      <w:r w:rsidR="00AA2173">
        <w:rPr>
          <w:rFonts w:ascii="Times New Roman" w:hAnsi="Times New Roman" w:cs="Times New Roman"/>
          <w:sz w:val="24"/>
          <w:szCs w:val="24"/>
        </w:rPr>
        <w:t>elanikkond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 ning </w:t>
      </w:r>
      <w:r w:rsidR="000651EE">
        <w:rPr>
          <w:rFonts w:ascii="Times New Roman" w:hAnsi="Times New Roman" w:cs="Times New Roman"/>
          <w:sz w:val="24"/>
          <w:szCs w:val="24"/>
        </w:rPr>
        <w:t>seetõttu vähene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 integratsioonialane kogemus. Seoses Ukraina sõjaga on olukord drastiliselt muutunud. Saaremaale </w:t>
      </w:r>
      <w:r w:rsidR="00C630FC">
        <w:rPr>
          <w:rFonts w:ascii="Times New Roman" w:hAnsi="Times New Roman" w:cs="Times New Roman"/>
          <w:sz w:val="24"/>
          <w:szCs w:val="24"/>
        </w:rPr>
        <w:t>on elama asunud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 </w:t>
      </w:r>
      <w:r w:rsidR="00E365C3">
        <w:rPr>
          <w:rFonts w:ascii="Times New Roman" w:hAnsi="Times New Roman" w:cs="Times New Roman"/>
          <w:sz w:val="24"/>
          <w:szCs w:val="24"/>
        </w:rPr>
        <w:t>rohkesti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 ukraina põgenikke, kes </w:t>
      </w:r>
      <w:r w:rsidR="00C630FC">
        <w:rPr>
          <w:rFonts w:ascii="Times New Roman" w:hAnsi="Times New Roman" w:cs="Times New Roman"/>
          <w:sz w:val="24"/>
          <w:szCs w:val="24"/>
        </w:rPr>
        <w:t>vajavad</w:t>
      </w:r>
      <w:r w:rsidR="00820ED9">
        <w:rPr>
          <w:rFonts w:ascii="Times New Roman" w:hAnsi="Times New Roman" w:cs="Times New Roman"/>
          <w:sz w:val="24"/>
          <w:szCs w:val="24"/>
        </w:rPr>
        <w:t xml:space="preserve"> kohanemisel tuge</w:t>
      </w:r>
      <w:r w:rsidR="00925E34">
        <w:rPr>
          <w:rFonts w:ascii="Times New Roman" w:hAnsi="Times New Roman" w:cs="Times New Roman"/>
          <w:sz w:val="24"/>
          <w:szCs w:val="24"/>
        </w:rPr>
        <w:t>.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 Samuti </w:t>
      </w:r>
      <w:r w:rsidR="00925E34">
        <w:rPr>
          <w:rFonts w:ascii="Times New Roman" w:hAnsi="Times New Roman" w:cs="Times New Roman"/>
          <w:sz w:val="24"/>
          <w:szCs w:val="24"/>
        </w:rPr>
        <w:t xml:space="preserve">vajavad </w:t>
      </w:r>
      <w:r w:rsidR="00A95323">
        <w:rPr>
          <w:rFonts w:ascii="Times New Roman" w:hAnsi="Times New Roman" w:cs="Times New Roman"/>
          <w:sz w:val="24"/>
          <w:szCs w:val="24"/>
        </w:rPr>
        <w:t>muutunud</w:t>
      </w:r>
      <w:r w:rsidR="00015F1F">
        <w:rPr>
          <w:rFonts w:ascii="Times New Roman" w:hAnsi="Times New Roman" w:cs="Times New Roman"/>
          <w:sz w:val="24"/>
          <w:szCs w:val="24"/>
        </w:rPr>
        <w:t xml:space="preserve"> olukorra</w:t>
      </w:r>
      <w:r w:rsidR="00A95323">
        <w:rPr>
          <w:rFonts w:ascii="Times New Roman" w:hAnsi="Times New Roman" w:cs="Times New Roman"/>
          <w:sz w:val="24"/>
          <w:szCs w:val="24"/>
        </w:rPr>
        <w:t xml:space="preserve">s </w:t>
      </w:r>
      <w:r w:rsidR="00AD7052">
        <w:rPr>
          <w:rFonts w:ascii="Times New Roman" w:hAnsi="Times New Roman" w:cs="Times New Roman"/>
          <w:sz w:val="24"/>
          <w:szCs w:val="24"/>
        </w:rPr>
        <w:t>teavitus</w:t>
      </w:r>
      <w:r w:rsidR="007B76B2">
        <w:rPr>
          <w:rFonts w:ascii="Times New Roman" w:hAnsi="Times New Roman" w:cs="Times New Roman"/>
          <w:sz w:val="24"/>
          <w:szCs w:val="24"/>
        </w:rPr>
        <w:t xml:space="preserve">tegevusi ja </w:t>
      </w:r>
      <w:r w:rsidR="00015F1F">
        <w:rPr>
          <w:rFonts w:ascii="Times New Roman" w:hAnsi="Times New Roman" w:cs="Times New Roman"/>
          <w:sz w:val="24"/>
          <w:szCs w:val="24"/>
        </w:rPr>
        <w:t xml:space="preserve"> </w:t>
      </w:r>
      <w:r w:rsidR="007B76B2">
        <w:rPr>
          <w:rFonts w:ascii="Times New Roman" w:hAnsi="Times New Roman" w:cs="Times New Roman"/>
          <w:sz w:val="24"/>
          <w:szCs w:val="24"/>
        </w:rPr>
        <w:t xml:space="preserve">koostöö koordineerimist </w:t>
      </w:r>
      <w:r w:rsidR="00015F1F">
        <w:rPr>
          <w:rFonts w:ascii="Times New Roman" w:hAnsi="Times New Roman" w:cs="Times New Roman"/>
          <w:sz w:val="24"/>
          <w:szCs w:val="24"/>
        </w:rPr>
        <w:t>kohalikud elanikud</w:t>
      </w:r>
      <w:r w:rsidR="00AD7052">
        <w:rPr>
          <w:rFonts w:ascii="Times New Roman" w:hAnsi="Times New Roman" w:cs="Times New Roman"/>
          <w:sz w:val="24"/>
          <w:szCs w:val="24"/>
        </w:rPr>
        <w:t>. S</w:t>
      </w:r>
      <w:r w:rsidR="00015F1F">
        <w:rPr>
          <w:rFonts w:ascii="Times New Roman" w:hAnsi="Times New Roman" w:cs="Times New Roman"/>
          <w:sz w:val="24"/>
          <w:szCs w:val="24"/>
        </w:rPr>
        <w:t>eega lõimumis</w:t>
      </w:r>
      <w:r w:rsidR="0036669F">
        <w:rPr>
          <w:rFonts w:ascii="Times New Roman" w:hAnsi="Times New Roman" w:cs="Times New Roman"/>
          <w:sz w:val="24"/>
          <w:szCs w:val="24"/>
        </w:rPr>
        <w:t>-</w:t>
      </w:r>
      <w:r w:rsidR="007B76B2">
        <w:rPr>
          <w:rFonts w:ascii="Times New Roman" w:hAnsi="Times New Roman" w:cs="Times New Roman"/>
          <w:sz w:val="24"/>
          <w:szCs w:val="24"/>
        </w:rPr>
        <w:t>,</w:t>
      </w:r>
      <w:r w:rsidR="00015F1F">
        <w:rPr>
          <w:rFonts w:ascii="Times New Roman" w:hAnsi="Times New Roman" w:cs="Times New Roman"/>
          <w:sz w:val="24"/>
          <w:szCs w:val="24"/>
        </w:rPr>
        <w:t xml:space="preserve"> sh kohanemis</w:t>
      </w:r>
      <w:r w:rsidR="00A95323">
        <w:rPr>
          <w:rFonts w:ascii="Times New Roman" w:hAnsi="Times New Roman" w:cs="Times New Roman"/>
          <w:sz w:val="24"/>
          <w:szCs w:val="24"/>
        </w:rPr>
        <w:t xml:space="preserve">valdkonna </w:t>
      </w:r>
      <w:r w:rsidR="00015F1F">
        <w:rPr>
          <w:rFonts w:ascii="Times New Roman" w:hAnsi="Times New Roman" w:cs="Times New Roman"/>
          <w:sz w:val="24"/>
          <w:szCs w:val="24"/>
        </w:rPr>
        <w:t>tegevused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 Saaremaa</w:t>
      </w:r>
      <w:r w:rsidR="007B76B2">
        <w:rPr>
          <w:rFonts w:ascii="Times New Roman" w:hAnsi="Times New Roman" w:cs="Times New Roman"/>
          <w:sz w:val="24"/>
          <w:szCs w:val="24"/>
        </w:rPr>
        <w:t xml:space="preserve"> vallas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 </w:t>
      </w:r>
      <w:r w:rsidR="007B76B2">
        <w:rPr>
          <w:rFonts w:ascii="Times New Roman" w:hAnsi="Times New Roman" w:cs="Times New Roman"/>
          <w:sz w:val="24"/>
          <w:szCs w:val="24"/>
        </w:rPr>
        <w:t>hõlmavad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 teadlikku tööd nii elupõliste saarlaste kui ka </w:t>
      </w:r>
      <w:r w:rsidR="00AD7052">
        <w:rPr>
          <w:rFonts w:ascii="Times New Roman" w:hAnsi="Times New Roman" w:cs="Times New Roman"/>
          <w:sz w:val="24"/>
          <w:szCs w:val="24"/>
        </w:rPr>
        <w:t>sisserändajatega</w:t>
      </w:r>
      <w:r w:rsidR="00EE44D1" w:rsidRPr="00EE44D1">
        <w:rPr>
          <w:rFonts w:ascii="Times New Roman" w:hAnsi="Times New Roman" w:cs="Times New Roman"/>
          <w:sz w:val="24"/>
          <w:szCs w:val="24"/>
        </w:rPr>
        <w:t>. Vältimaks segregatsiooni ja sootsiumi killustumist</w:t>
      </w:r>
      <w:r w:rsidR="00A14AC5">
        <w:rPr>
          <w:rFonts w:ascii="Times New Roman" w:hAnsi="Times New Roman" w:cs="Times New Roman"/>
          <w:sz w:val="24"/>
          <w:szCs w:val="24"/>
        </w:rPr>
        <w:t xml:space="preserve"> ning sotsiaalseid probleeme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, on </w:t>
      </w:r>
      <w:r w:rsidR="00A14AC5">
        <w:rPr>
          <w:rFonts w:ascii="Times New Roman" w:hAnsi="Times New Roman" w:cs="Times New Roman"/>
          <w:sz w:val="24"/>
          <w:szCs w:val="24"/>
        </w:rPr>
        <w:t>Saaremaa vallas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 ka suur vajadus ennetustööks. Saaremaa vallas elab juuli lõpu seisuga 32 261 inimest, neist muu rahvuse esindajaid 1</w:t>
      </w:r>
      <w:r w:rsidR="00A14AC5">
        <w:rPr>
          <w:rFonts w:ascii="Times New Roman" w:hAnsi="Times New Roman" w:cs="Times New Roman"/>
          <w:sz w:val="24"/>
          <w:szCs w:val="24"/>
        </w:rPr>
        <w:t xml:space="preserve"> 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218 ehk 3,5 %. Sõjapõgenikke on 830 inimest ehk </w:t>
      </w:r>
      <w:r w:rsidR="0036669F" w:rsidRPr="0036669F">
        <w:rPr>
          <w:rFonts w:ascii="Times New Roman" w:hAnsi="Times New Roman" w:cs="Times New Roman"/>
          <w:i/>
          <w:iCs/>
          <w:sz w:val="24"/>
          <w:szCs w:val="24"/>
        </w:rPr>
        <w:t>ca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 2%</w:t>
      </w:r>
      <w:r w:rsidR="006B2C7A">
        <w:rPr>
          <w:rFonts w:ascii="Times New Roman" w:hAnsi="Times New Roman" w:cs="Times New Roman"/>
          <w:sz w:val="24"/>
          <w:szCs w:val="24"/>
        </w:rPr>
        <w:t xml:space="preserve"> elanikkonnast</w:t>
      </w:r>
      <w:r w:rsidR="00EE44D1" w:rsidRPr="00EE44D1">
        <w:rPr>
          <w:rFonts w:ascii="Times New Roman" w:hAnsi="Times New Roman" w:cs="Times New Roman"/>
          <w:sz w:val="24"/>
          <w:szCs w:val="24"/>
        </w:rPr>
        <w:t>.</w:t>
      </w:r>
      <w:r w:rsidR="00EE44D1">
        <w:rPr>
          <w:rFonts w:ascii="Times New Roman" w:hAnsi="Times New Roman" w:cs="Times New Roman"/>
          <w:sz w:val="24"/>
          <w:szCs w:val="24"/>
        </w:rPr>
        <w:t xml:space="preserve"> </w:t>
      </w:r>
      <w:r w:rsidR="002238B7" w:rsidRPr="00EE44D1">
        <w:rPr>
          <w:rFonts w:ascii="Times New Roman" w:hAnsi="Times New Roman" w:cs="Times New Roman"/>
          <w:sz w:val="24"/>
          <w:szCs w:val="24"/>
        </w:rPr>
        <w:t xml:space="preserve">Lõimumis-, sh kohanemisvaldkonnale keskenduva koordinaatori </w:t>
      </w:r>
      <w:r w:rsidR="006B49C3" w:rsidRPr="00EE44D1">
        <w:rPr>
          <w:rFonts w:ascii="Times New Roman" w:hAnsi="Times New Roman" w:cs="Times New Roman"/>
          <w:sz w:val="24"/>
          <w:szCs w:val="24"/>
        </w:rPr>
        <w:t xml:space="preserve">olemasolu </w:t>
      </w:r>
      <w:r w:rsidR="00626D11">
        <w:rPr>
          <w:rFonts w:ascii="Times New Roman" w:hAnsi="Times New Roman" w:cs="Times New Roman"/>
          <w:sz w:val="24"/>
          <w:szCs w:val="24"/>
        </w:rPr>
        <w:t>Saaremaa vallas</w:t>
      </w:r>
      <w:r w:rsidR="006B49C3" w:rsidRPr="00EE44D1">
        <w:rPr>
          <w:rFonts w:ascii="Times New Roman" w:hAnsi="Times New Roman" w:cs="Times New Roman"/>
          <w:sz w:val="24"/>
          <w:szCs w:val="24"/>
        </w:rPr>
        <w:t xml:space="preserve"> aitab kaasa TAT eesmär</w:t>
      </w:r>
      <w:r w:rsidR="00745F64">
        <w:rPr>
          <w:rFonts w:ascii="Times New Roman" w:hAnsi="Times New Roman" w:cs="Times New Roman"/>
          <w:sz w:val="24"/>
          <w:szCs w:val="24"/>
        </w:rPr>
        <w:t xml:space="preserve">kide </w:t>
      </w:r>
      <w:r w:rsidR="006B49C3" w:rsidRPr="00EE44D1">
        <w:rPr>
          <w:rFonts w:ascii="Times New Roman" w:hAnsi="Times New Roman" w:cs="Times New Roman"/>
          <w:sz w:val="24"/>
          <w:szCs w:val="24"/>
        </w:rPr>
        <w:t>täitmisse</w:t>
      </w:r>
      <w:r w:rsidR="00907799">
        <w:rPr>
          <w:rFonts w:ascii="Times New Roman" w:hAnsi="Times New Roman" w:cs="Times New Roman"/>
          <w:sz w:val="24"/>
          <w:szCs w:val="24"/>
        </w:rPr>
        <w:t xml:space="preserve">, sh </w:t>
      </w:r>
      <w:r w:rsidR="009A52B6">
        <w:rPr>
          <w:rFonts w:ascii="Times New Roman" w:hAnsi="Times New Roman" w:cs="Times New Roman"/>
          <w:sz w:val="24"/>
          <w:szCs w:val="24"/>
        </w:rPr>
        <w:t xml:space="preserve">rände- ja lõimumis-, sh kohanemisalase info </w:t>
      </w:r>
      <w:r w:rsidR="00BD3D68">
        <w:rPr>
          <w:rFonts w:ascii="Times New Roman" w:hAnsi="Times New Roman" w:cs="Times New Roman"/>
          <w:sz w:val="24"/>
          <w:szCs w:val="24"/>
        </w:rPr>
        <w:t>ja tervikpildi koondamisel</w:t>
      </w:r>
      <w:r w:rsidR="006F1CE6">
        <w:rPr>
          <w:rFonts w:ascii="Times New Roman" w:hAnsi="Times New Roman" w:cs="Times New Roman"/>
          <w:sz w:val="24"/>
          <w:szCs w:val="24"/>
        </w:rPr>
        <w:t>e</w:t>
      </w:r>
      <w:r w:rsidR="00BD3D68">
        <w:rPr>
          <w:rFonts w:ascii="Times New Roman" w:hAnsi="Times New Roman" w:cs="Times New Roman"/>
          <w:sz w:val="24"/>
          <w:szCs w:val="24"/>
        </w:rPr>
        <w:t>, kohaliku tasandi tugivõrgustiku eestvedamisel</w:t>
      </w:r>
      <w:r w:rsidR="006F1CE6">
        <w:rPr>
          <w:rFonts w:ascii="Times New Roman" w:hAnsi="Times New Roman" w:cs="Times New Roman"/>
          <w:sz w:val="24"/>
          <w:szCs w:val="24"/>
        </w:rPr>
        <w:t>e</w:t>
      </w:r>
      <w:r w:rsidR="00BD3D68">
        <w:rPr>
          <w:rFonts w:ascii="Times New Roman" w:hAnsi="Times New Roman" w:cs="Times New Roman"/>
          <w:sz w:val="24"/>
          <w:szCs w:val="24"/>
        </w:rPr>
        <w:t xml:space="preserve"> ja koostöö koordineerimisel</w:t>
      </w:r>
      <w:r w:rsidR="006F1CE6">
        <w:rPr>
          <w:rFonts w:ascii="Times New Roman" w:hAnsi="Times New Roman" w:cs="Times New Roman"/>
          <w:sz w:val="24"/>
          <w:szCs w:val="24"/>
        </w:rPr>
        <w:t>e</w:t>
      </w:r>
      <w:r w:rsidR="00AA30CC" w:rsidRPr="00EE44D1">
        <w:rPr>
          <w:rFonts w:ascii="Times New Roman" w:hAnsi="Times New Roman" w:cs="Times New Roman"/>
          <w:sz w:val="24"/>
          <w:szCs w:val="24"/>
        </w:rPr>
        <w:t>.</w:t>
      </w:r>
      <w:r w:rsidR="00D002F8">
        <w:rPr>
          <w:rFonts w:ascii="Times New Roman" w:hAnsi="Times New Roman" w:cs="Times New Roman"/>
          <w:sz w:val="24"/>
          <w:szCs w:val="24"/>
        </w:rPr>
        <w:t xml:space="preserve"> Saaremaa vald kavandab </w:t>
      </w:r>
      <w:r w:rsidR="008E7CCA">
        <w:rPr>
          <w:rFonts w:ascii="Times New Roman" w:hAnsi="Times New Roman" w:cs="Times New Roman"/>
          <w:sz w:val="24"/>
          <w:szCs w:val="24"/>
        </w:rPr>
        <w:t>arendada uussisserändajatele avalike teenuste osutamise võimekus</w:t>
      </w:r>
      <w:r w:rsidR="00B10013">
        <w:rPr>
          <w:rFonts w:ascii="Times New Roman" w:hAnsi="Times New Roman" w:cs="Times New Roman"/>
          <w:sz w:val="24"/>
          <w:szCs w:val="24"/>
        </w:rPr>
        <w:t>t, sh nende informeerimis</w:t>
      </w:r>
      <w:r w:rsidR="0046527E">
        <w:rPr>
          <w:rFonts w:ascii="Times New Roman" w:hAnsi="Times New Roman" w:cs="Times New Roman"/>
          <w:sz w:val="24"/>
          <w:szCs w:val="24"/>
        </w:rPr>
        <w:t>t</w:t>
      </w:r>
      <w:r w:rsidR="00B10013">
        <w:rPr>
          <w:rFonts w:ascii="Times New Roman" w:hAnsi="Times New Roman" w:cs="Times New Roman"/>
          <w:sz w:val="24"/>
          <w:szCs w:val="24"/>
        </w:rPr>
        <w:t xml:space="preserve">, </w:t>
      </w:r>
      <w:r w:rsidR="00B949C4">
        <w:rPr>
          <w:rFonts w:ascii="Times New Roman" w:hAnsi="Times New Roman" w:cs="Times New Roman"/>
          <w:sz w:val="24"/>
          <w:szCs w:val="24"/>
        </w:rPr>
        <w:t>nõustamis</w:t>
      </w:r>
      <w:r w:rsidR="001D3744">
        <w:rPr>
          <w:rFonts w:ascii="Times New Roman" w:hAnsi="Times New Roman" w:cs="Times New Roman"/>
          <w:sz w:val="24"/>
          <w:szCs w:val="24"/>
        </w:rPr>
        <w:t>t</w:t>
      </w:r>
      <w:r w:rsidR="00B949C4">
        <w:rPr>
          <w:rFonts w:ascii="Times New Roman" w:hAnsi="Times New Roman" w:cs="Times New Roman"/>
          <w:sz w:val="24"/>
          <w:szCs w:val="24"/>
        </w:rPr>
        <w:t xml:space="preserve"> ja tagasiside k</w:t>
      </w:r>
      <w:r w:rsidR="00745F64">
        <w:rPr>
          <w:rFonts w:ascii="Times New Roman" w:hAnsi="Times New Roman" w:cs="Times New Roman"/>
          <w:sz w:val="24"/>
          <w:szCs w:val="24"/>
        </w:rPr>
        <w:t>ogumi</w:t>
      </w:r>
      <w:r w:rsidR="00B949C4">
        <w:rPr>
          <w:rFonts w:ascii="Times New Roman" w:hAnsi="Times New Roman" w:cs="Times New Roman"/>
          <w:sz w:val="24"/>
          <w:szCs w:val="24"/>
        </w:rPr>
        <w:t>s</w:t>
      </w:r>
      <w:r w:rsidR="001D3744">
        <w:rPr>
          <w:rFonts w:ascii="Times New Roman" w:hAnsi="Times New Roman" w:cs="Times New Roman"/>
          <w:sz w:val="24"/>
          <w:szCs w:val="24"/>
        </w:rPr>
        <w:t>t</w:t>
      </w:r>
      <w:r w:rsidR="00B949C4">
        <w:rPr>
          <w:rFonts w:ascii="Times New Roman" w:hAnsi="Times New Roman" w:cs="Times New Roman"/>
          <w:sz w:val="24"/>
          <w:szCs w:val="24"/>
        </w:rPr>
        <w:t>.</w:t>
      </w:r>
      <w:r w:rsidR="00626D11">
        <w:rPr>
          <w:rFonts w:ascii="Times New Roman" w:hAnsi="Times New Roman" w:cs="Times New Roman"/>
          <w:sz w:val="24"/>
          <w:szCs w:val="24"/>
        </w:rPr>
        <w:t xml:space="preserve"> </w:t>
      </w:r>
      <w:r w:rsidR="00941500">
        <w:rPr>
          <w:rFonts w:ascii="Times New Roman" w:hAnsi="Times New Roman" w:cs="Times New Roman"/>
          <w:sz w:val="24"/>
          <w:szCs w:val="24"/>
        </w:rPr>
        <w:t xml:space="preserve">Eeltoodust tulenevalt </w:t>
      </w:r>
      <w:r w:rsidR="00DB04B3">
        <w:rPr>
          <w:rFonts w:ascii="Times New Roman" w:hAnsi="Times New Roman" w:cs="Times New Roman"/>
          <w:sz w:val="24"/>
          <w:szCs w:val="24"/>
        </w:rPr>
        <w:t>teeb elluviija</w:t>
      </w:r>
      <w:r w:rsidR="00941500">
        <w:rPr>
          <w:rFonts w:ascii="Times New Roman" w:hAnsi="Times New Roman" w:cs="Times New Roman"/>
          <w:sz w:val="24"/>
          <w:szCs w:val="24"/>
        </w:rPr>
        <w:t xml:space="preserve"> </w:t>
      </w:r>
      <w:r w:rsidR="00DB04B3">
        <w:rPr>
          <w:rFonts w:ascii="Times New Roman" w:hAnsi="Times New Roman" w:cs="Times New Roman"/>
          <w:sz w:val="24"/>
          <w:szCs w:val="24"/>
        </w:rPr>
        <w:t xml:space="preserve">ettepaneku </w:t>
      </w:r>
      <w:r w:rsidR="00941500">
        <w:rPr>
          <w:rFonts w:ascii="Times New Roman" w:hAnsi="Times New Roman" w:cs="Times New Roman"/>
          <w:sz w:val="24"/>
          <w:szCs w:val="24"/>
        </w:rPr>
        <w:t xml:space="preserve">täiendada TAT-i punkti </w:t>
      </w:r>
      <w:r w:rsidR="000C7AB0">
        <w:rPr>
          <w:rFonts w:ascii="Times New Roman" w:hAnsi="Times New Roman" w:cs="Times New Roman"/>
          <w:sz w:val="24"/>
          <w:szCs w:val="24"/>
        </w:rPr>
        <w:t>3.3.2 ning lisada partnerite nimekirja Saaremaa vald</w:t>
      </w:r>
      <w:r w:rsidR="00DB04B3">
        <w:rPr>
          <w:rFonts w:ascii="Times New Roman" w:hAnsi="Times New Roman" w:cs="Times New Roman"/>
          <w:sz w:val="24"/>
          <w:szCs w:val="24"/>
        </w:rPr>
        <w:t>. TAT-i</w:t>
      </w:r>
      <w:r w:rsidR="004C6405">
        <w:rPr>
          <w:rFonts w:ascii="Times New Roman" w:hAnsi="Times New Roman" w:cs="Times New Roman"/>
          <w:sz w:val="24"/>
          <w:szCs w:val="24"/>
        </w:rPr>
        <w:t xml:space="preserve"> punkti 3.5.2</w:t>
      </w:r>
      <w:r w:rsidR="00594734">
        <w:rPr>
          <w:rFonts w:ascii="Times New Roman" w:hAnsi="Times New Roman" w:cs="Times New Roman"/>
          <w:sz w:val="24"/>
          <w:szCs w:val="24"/>
        </w:rPr>
        <w:t xml:space="preserve"> </w:t>
      </w:r>
      <w:r w:rsidR="00DB04B3">
        <w:rPr>
          <w:rFonts w:ascii="Times New Roman" w:hAnsi="Times New Roman" w:cs="Times New Roman"/>
          <w:sz w:val="24"/>
          <w:szCs w:val="24"/>
        </w:rPr>
        <w:t xml:space="preserve">teeb elluviija ettepaneku </w:t>
      </w:r>
      <w:r w:rsidR="00594734">
        <w:rPr>
          <w:rFonts w:ascii="Times New Roman" w:hAnsi="Times New Roman" w:cs="Times New Roman"/>
          <w:sz w:val="24"/>
          <w:szCs w:val="24"/>
        </w:rPr>
        <w:t xml:space="preserve">lisada </w:t>
      </w:r>
      <w:r w:rsidR="00C47F89">
        <w:rPr>
          <w:rFonts w:ascii="Times New Roman" w:hAnsi="Times New Roman" w:cs="Times New Roman"/>
          <w:sz w:val="24"/>
          <w:szCs w:val="24"/>
        </w:rPr>
        <w:t>ala</w:t>
      </w:r>
      <w:r w:rsidR="00594734">
        <w:rPr>
          <w:rFonts w:ascii="Times New Roman" w:hAnsi="Times New Roman" w:cs="Times New Roman"/>
          <w:sz w:val="24"/>
          <w:szCs w:val="24"/>
        </w:rPr>
        <w:t>punkt 3.5.2.</w:t>
      </w:r>
      <w:r w:rsidR="001D3744">
        <w:rPr>
          <w:rFonts w:ascii="Times New Roman" w:hAnsi="Times New Roman" w:cs="Times New Roman"/>
          <w:sz w:val="24"/>
          <w:szCs w:val="24"/>
        </w:rPr>
        <w:t>5</w:t>
      </w:r>
      <w:r w:rsidR="00594734">
        <w:rPr>
          <w:rFonts w:ascii="Times New Roman" w:hAnsi="Times New Roman" w:cs="Times New Roman"/>
          <w:sz w:val="24"/>
          <w:szCs w:val="24"/>
        </w:rPr>
        <w:t xml:space="preserve"> järgmises sõnastuses:</w:t>
      </w:r>
      <w:r w:rsidR="008E2797">
        <w:rPr>
          <w:rFonts w:ascii="Times New Roman" w:hAnsi="Times New Roman" w:cs="Times New Roman"/>
          <w:sz w:val="24"/>
          <w:szCs w:val="24"/>
        </w:rPr>
        <w:t xml:space="preserve"> „</w:t>
      </w:r>
      <w:r w:rsidR="0028304D">
        <w:rPr>
          <w:rFonts w:ascii="Times New Roman" w:hAnsi="Times New Roman" w:cs="Times New Roman"/>
          <w:bCs/>
          <w:sz w:val="24"/>
          <w:szCs w:val="24"/>
        </w:rPr>
        <w:t>Saaremaa vald</w:t>
      </w:r>
      <w:r w:rsidR="0028304D" w:rsidRPr="0028304D">
        <w:rPr>
          <w:rFonts w:ascii="Times New Roman" w:hAnsi="Times New Roman" w:cs="Times New Roman"/>
          <w:bCs/>
          <w:sz w:val="24"/>
          <w:szCs w:val="24"/>
        </w:rPr>
        <w:t xml:space="preserve"> arendab </w:t>
      </w:r>
      <w:r w:rsidR="0028304D">
        <w:rPr>
          <w:rFonts w:ascii="Times New Roman" w:hAnsi="Times New Roman" w:cs="Times New Roman"/>
          <w:bCs/>
          <w:sz w:val="24"/>
          <w:szCs w:val="24"/>
        </w:rPr>
        <w:t>valda</w:t>
      </w:r>
      <w:r w:rsidR="0028304D" w:rsidRPr="0028304D">
        <w:rPr>
          <w:rFonts w:ascii="Times New Roman" w:hAnsi="Times New Roman" w:cs="Times New Roman"/>
          <w:bCs/>
          <w:sz w:val="24"/>
          <w:szCs w:val="24"/>
        </w:rPr>
        <w:t xml:space="preserve"> elama asunud uussisserändajate, erineva keele- ja kultuuritaustaga inimeste ja tagasipöördujate lõimumise, sealhulgas kohanemise toetamiseks toetatava tegevuse raames mitmekeelseid nõustamisteenuseid, koordineerib kohaliku tasandi koostööd ning kaasab tegevuste planeerimisse sihtrühmi.</w:t>
      </w:r>
      <w:r w:rsidR="0028304D">
        <w:rPr>
          <w:rFonts w:ascii="Times New Roman" w:hAnsi="Times New Roman" w:cs="Times New Roman"/>
          <w:bCs/>
          <w:sz w:val="24"/>
          <w:szCs w:val="24"/>
        </w:rPr>
        <w:t>“</w:t>
      </w:r>
    </w:p>
    <w:p w14:paraId="7118D39A" w14:textId="3AE27976" w:rsidR="00383B4C" w:rsidRPr="00EE44D1" w:rsidRDefault="00383B4C" w:rsidP="00EE44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6B2B77" w14:textId="41B6299A" w:rsidR="009C6471" w:rsidRDefault="003E4A07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Elluviija ja partner on kokku leppinud, et p</w:t>
      </w:r>
      <w:r w:rsidR="00D72779" w:rsidRPr="00D72779">
        <w:rPr>
          <w:rFonts w:ascii="Times New Roman" w:hAnsi="Times New Roman" w:cs="Times New Roman"/>
          <w:sz w:val="24"/>
          <w:szCs w:val="24"/>
        </w:rPr>
        <w:t>artner</w:t>
      </w:r>
      <w:r>
        <w:rPr>
          <w:rFonts w:ascii="Times New Roman" w:hAnsi="Times New Roman" w:cs="Times New Roman"/>
          <w:sz w:val="24"/>
          <w:szCs w:val="24"/>
        </w:rPr>
        <w:t xml:space="preserve"> alustab tegevustega 01.11.2023 ning </w:t>
      </w:r>
      <w:r w:rsidR="00D72779" w:rsidRPr="00D72779">
        <w:rPr>
          <w:rFonts w:ascii="Times New Roman" w:hAnsi="Times New Roman" w:cs="Times New Roman"/>
          <w:sz w:val="24"/>
          <w:szCs w:val="24"/>
        </w:rPr>
        <w:t xml:space="preserve">tegevuste kulud on abikõlblikud </w:t>
      </w:r>
      <w:r w:rsidR="00D72779">
        <w:rPr>
          <w:rFonts w:ascii="Times New Roman" w:hAnsi="Times New Roman" w:cs="Times New Roman"/>
          <w:sz w:val="24"/>
          <w:szCs w:val="24"/>
        </w:rPr>
        <w:t xml:space="preserve">kuni </w:t>
      </w:r>
      <w:r w:rsidR="00D72779" w:rsidRPr="00D72779">
        <w:rPr>
          <w:rFonts w:ascii="Times New Roman" w:hAnsi="Times New Roman" w:cs="Times New Roman"/>
          <w:sz w:val="24"/>
          <w:szCs w:val="24"/>
        </w:rPr>
        <w:t>31.12.2025.</w:t>
      </w:r>
      <w:r w:rsidR="00EC75EB">
        <w:rPr>
          <w:rFonts w:ascii="Times New Roman" w:hAnsi="Times New Roman" w:cs="Times New Roman"/>
          <w:sz w:val="24"/>
          <w:szCs w:val="24"/>
        </w:rPr>
        <w:t xml:space="preserve"> </w:t>
      </w:r>
      <w:r w:rsidR="00461CFA">
        <w:rPr>
          <w:rFonts w:ascii="Times New Roman" w:hAnsi="Times New Roman" w:cs="Times New Roman"/>
          <w:sz w:val="24"/>
          <w:szCs w:val="24"/>
        </w:rPr>
        <w:t>Saaremaa valla</w:t>
      </w:r>
      <w:r w:rsidR="00BC5F6D" w:rsidRPr="00BC5F6D">
        <w:rPr>
          <w:rFonts w:ascii="Times New Roman" w:hAnsi="Times New Roman" w:cs="Times New Roman"/>
          <w:sz w:val="24"/>
          <w:szCs w:val="24"/>
        </w:rPr>
        <w:t xml:space="preserve"> tegevuste abikõlblik kulu </w:t>
      </w:r>
      <w:r w:rsidR="00BC5F6D">
        <w:rPr>
          <w:rFonts w:ascii="Times New Roman" w:hAnsi="Times New Roman" w:cs="Times New Roman"/>
          <w:sz w:val="24"/>
          <w:szCs w:val="24"/>
        </w:rPr>
        <w:t>nimetatud tähtpäevani</w:t>
      </w:r>
      <w:r w:rsidR="00BC5F6D" w:rsidRPr="00BC5F6D">
        <w:rPr>
          <w:rFonts w:ascii="Times New Roman" w:hAnsi="Times New Roman" w:cs="Times New Roman"/>
          <w:sz w:val="24"/>
          <w:szCs w:val="24"/>
        </w:rPr>
        <w:t xml:space="preserve"> on </w:t>
      </w:r>
      <w:r w:rsidR="00F41CC4" w:rsidRPr="00F41CC4">
        <w:rPr>
          <w:rFonts w:ascii="Times New Roman" w:hAnsi="Times New Roman" w:cs="Times New Roman"/>
          <w:sz w:val="24"/>
          <w:szCs w:val="24"/>
        </w:rPr>
        <w:t xml:space="preserve">212 960 </w:t>
      </w:r>
      <w:r w:rsidR="00BC5F6D" w:rsidRPr="00BC5F6D">
        <w:rPr>
          <w:rFonts w:ascii="Times New Roman" w:hAnsi="Times New Roman" w:cs="Times New Roman"/>
          <w:sz w:val="24"/>
          <w:szCs w:val="24"/>
        </w:rPr>
        <w:t>eurot.</w:t>
      </w:r>
      <w:r w:rsidR="00BC5F6D">
        <w:rPr>
          <w:rFonts w:ascii="Times New Roman" w:hAnsi="Times New Roman" w:cs="Times New Roman"/>
          <w:sz w:val="24"/>
          <w:szCs w:val="24"/>
        </w:rPr>
        <w:t xml:space="preserve"> </w:t>
      </w:r>
      <w:r w:rsidR="0059460F">
        <w:rPr>
          <w:rFonts w:ascii="Times New Roman" w:hAnsi="Times New Roman" w:cs="Times New Roman"/>
          <w:sz w:val="24"/>
          <w:szCs w:val="24"/>
        </w:rPr>
        <w:t>Palun vastavalt muuta toetatava tegevuse eelarvet</w:t>
      </w:r>
      <w:r w:rsidR="00C615D7">
        <w:rPr>
          <w:rFonts w:ascii="Times New Roman" w:hAnsi="Times New Roman" w:cs="Times New Roman"/>
          <w:sz w:val="24"/>
          <w:szCs w:val="24"/>
        </w:rPr>
        <w:t xml:space="preserve"> (TAT p 6)</w:t>
      </w:r>
      <w:r w:rsidR="0059460F">
        <w:rPr>
          <w:rFonts w:ascii="Times New Roman" w:hAnsi="Times New Roman" w:cs="Times New Roman"/>
          <w:sz w:val="24"/>
          <w:szCs w:val="24"/>
        </w:rPr>
        <w:t>.</w:t>
      </w:r>
    </w:p>
    <w:p w14:paraId="20C1F84F" w14:textId="77777777" w:rsidR="0059460F" w:rsidRDefault="0059460F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DBD17C" w14:textId="45CBA6A5" w:rsidR="00D377BF" w:rsidRPr="00D377BF" w:rsidRDefault="00D377BF" w:rsidP="00D37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F">
        <w:rPr>
          <w:rFonts w:ascii="Times New Roman" w:hAnsi="Times New Roman" w:cs="Times New Roman"/>
          <w:sz w:val="24"/>
          <w:szCs w:val="24"/>
        </w:rPr>
        <w:t>Täna</w:t>
      </w:r>
      <w:r w:rsidR="00626D11">
        <w:rPr>
          <w:rFonts w:ascii="Times New Roman" w:hAnsi="Times New Roman" w:cs="Times New Roman"/>
          <w:sz w:val="24"/>
          <w:szCs w:val="24"/>
        </w:rPr>
        <w:t>me</w:t>
      </w:r>
      <w:r w:rsidRPr="00D377BF">
        <w:rPr>
          <w:rFonts w:ascii="Times New Roman" w:hAnsi="Times New Roman" w:cs="Times New Roman"/>
          <w:sz w:val="24"/>
          <w:szCs w:val="24"/>
        </w:rPr>
        <w:t xml:space="preserve"> rakendusasutuse esindajaid toetatavate tegevuste käivitamisel </w:t>
      </w:r>
      <w:r w:rsidR="00714640">
        <w:rPr>
          <w:rFonts w:ascii="Times New Roman" w:hAnsi="Times New Roman" w:cs="Times New Roman"/>
          <w:sz w:val="24"/>
          <w:szCs w:val="24"/>
        </w:rPr>
        <w:t xml:space="preserve">ja elluviimisel </w:t>
      </w:r>
      <w:r w:rsidRPr="00D377BF">
        <w:rPr>
          <w:rFonts w:ascii="Times New Roman" w:hAnsi="Times New Roman" w:cs="Times New Roman"/>
          <w:sz w:val="24"/>
          <w:szCs w:val="24"/>
        </w:rPr>
        <w:t>osutatud abi eest ning oleme vajadusel valmis TAT-i muudatusettepanekute aruteluks. Elluviija kontaktisik on ELVL nõunik Einike Uri (einike.uri@elvl.ee).</w:t>
      </w:r>
    </w:p>
    <w:p w14:paraId="1B7FDC54" w14:textId="77777777" w:rsidR="00636E6F" w:rsidRDefault="00636E6F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CDB1C7" w14:textId="77777777" w:rsidR="00E8473B" w:rsidRDefault="00E8473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B10008" w14:textId="77777777" w:rsidR="00E8473B" w:rsidRPr="008460D0" w:rsidRDefault="00E8473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7FD576" w14:textId="652CB781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76D3F7" w14:textId="77777777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 Lugupidamisega </w:t>
      </w:r>
    </w:p>
    <w:p w14:paraId="15252517" w14:textId="77777777" w:rsidR="00D250B6" w:rsidRDefault="00D250B6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AE671F" w14:textId="1C9B840A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</w:p>
    <w:p w14:paraId="06B6F98A" w14:textId="77777777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Veikko Luhalaid </w:t>
      </w:r>
    </w:p>
    <w:p w14:paraId="7F88AD12" w14:textId="348FDE7A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>tegevdirektor</w:t>
      </w:r>
    </w:p>
    <w:p w14:paraId="61184C5B" w14:textId="77777777" w:rsidR="00995FCB" w:rsidRPr="008460D0" w:rsidRDefault="00995FCB" w:rsidP="00490E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6F0EBC" w14:textId="5687A24A" w:rsidR="006F3828" w:rsidRDefault="006F3828" w:rsidP="00490E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C69C55E" w14:textId="70C56616" w:rsidR="00D250B6" w:rsidRDefault="00D250B6" w:rsidP="00490E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4EF12B7" w14:textId="22ADCD79" w:rsidR="008879F5" w:rsidRPr="008460D0" w:rsidRDefault="008879F5" w:rsidP="00490E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07F9AFD" w14:textId="6A69DE82" w:rsidR="00647195" w:rsidRPr="008460D0" w:rsidRDefault="00647195" w:rsidP="002544F6">
      <w:pPr>
        <w:rPr>
          <w:rFonts w:ascii="Times New Roman" w:hAnsi="Times New Roman" w:cs="Times New Roman"/>
          <w:sz w:val="24"/>
          <w:szCs w:val="24"/>
        </w:rPr>
      </w:pPr>
    </w:p>
    <w:sectPr w:rsidR="00647195" w:rsidRPr="008460D0" w:rsidSect="00CC6F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6E0E9" w14:textId="77777777" w:rsidR="00BA2D16" w:rsidRDefault="00BA2D16" w:rsidP="00CC6F01">
      <w:pPr>
        <w:spacing w:after="0" w:line="240" w:lineRule="auto"/>
      </w:pPr>
      <w:r>
        <w:separator/>
      </w:r>
    </w:p>
  </w:endnote>
  <w:endnote w:type="continuationSeparator" w:id="0">
    <w:p w14:paraId="0170D8EE" w14:textId="77777777" w:rsidR="00BA2D16" w:rsidRDefault="00BA2D16" w:rsidP="00CC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94348" w14:textId="77777777" w:rsidR="00255A8F" w:rsidRDefault="00255A8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8867" w14:textId="77777777" w:rsidR="00255A8F" w:rsidRDefault="00255A8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E16B6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490A1890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Roosikrantsi 12</w:t>
    </w:r>
    <w:r w:rsidR="003F07CD">
      <w:rPr>
        <w:rFonts w:ascii="Calibri" w:hAnsi="Calibri" w:cs="Calibri"/>
        <w:color w:val="3B9CCD"/>
        <w:sz w:val="18"/>
        <w:szCs w:val="18"/>
      </w:rPr>
      <w:t>/1</w:t>
    </w:r>
    <w:r>
      <w:rPr>
        <w:rFonts w:ascii="Calibri" w:hAnsi="Calibri" w:cs="Calibri"/>
        <w:color w:val="3B9CCD"/>
        <w:sz w:val="18"/>
        <w:szCs w:val="18"/>
      </w:rPr>
      <w:tab/>
      <w:t xml:space="preserve">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 </w:t>
    </w:r>
    <w:r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235D1AFD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10119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45E12B1C" w14:textId="77777777" w:rsidR="00CC6F01" w:rsidRPr="00CC6F01" w:rsidRDefault="002A3A29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0E5A0" w14:textId="77777777" w:rsidR="00BA2D16" w:rsidRDefault="00BA2D16" w:rsidP="00CC6F01">
      <w:pPr>
        <w:spacing w:after="0" w:line="240" w:lineRule="auto"/>
      </w:pPr>
      <w:r>
        <w:separator/>
      </w:r>
    </w:p>
  </w:footnote>
  <w:footnote w:type="continuationSeparator" w:id="0">
    <w:p w14:paraId="6D91FDD1" w14:textId="77777777" w:rsidR="00BA2D16" w:rsidRDefault="00BA2D16" w:rsidP="00CC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AC5FF" w14:textId="77777777" w:rsidR="00255A8F" w:rsidRDefault="00255A8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D8433" w14:textId="77777777" w:rsidR="00CC6F01" w:rsidRDefault="00CC6F01">
    <w:pPr>
      <w:pStyle w:val="Pis"/>
    </w:pPr>
  </w:p>
  <w:p w14:paraId="32D58267" w14:textId="77777777" w:rsidR="00CC6F01" w:rsidRDefault="00CC6F0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64B7B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1E7CCB8F" wp14:editId="3499FA0D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4609E"/>
    <w:multiLevelType w:val="hybridMultilevel"/>
    <w:tmpl w:val="C7E65FB6"/>
    <w:lvl w:ilvl="0" w:tplc="B006808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B0D7DE9"/>
    <w:multiLevelType w:val="hybridMultilevel"/>
    <w:tmpl w:val="4D623EB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549604">
    <w:abstractNumId w:val="1"/>
  </w:num>
  <w:num w:numId="2" w16cid:durableId="74018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241"/>
    <w:rsid w:val="00010267"/>
    <w:rsid w:val="00014770"/>
    <w:rsid w:val="00015F1F"/>
    <w:rsid w:val="000651EE"/>
    <w:rsid w:val="00091744"/>
    <w:rsid w:val="00094128"/>
    <w:rsid w:val="000C597A"/>
    <w:rsid w:val="000C7AB0"/>
    <w:rsid w:val="000D2DBD"/>
    <w:rsid w:val="000E70F5"/>
    <w:rsid w:val="000F03A5"/>
    <w:rsid w:val="000F22AD"/>
    <w:rsid w:val="00144FD3"/>
    <w:rsid w:val="0015498D"/>
    <w:rsid w:val="00165A28"/>
    <w:rsid w:val="00182AD9"/>
    <w:rsid w:val="00183FC0"/>
    <w:rsid w:val="001C30C7"/>
    <w:rsid w:val="001D3744"/>
    <w:rsid w:val="001E21FE"/>
    <w:rsid w:val="002238B7"/>
    <w:rsid w:val="00227612"/>
    <w:rsid w:val="00243C9A"/>
    <w:rsid w:val="00246F9F"/>
    <w:rsid w:val="002544F6"/>
    <w:rsid w:val="00255A8F"/>
    <w:rsid w:val="00266A13"/>
    <w:rsid w:val="002762A5"/>
    <w:rsid w:val="0028304D"/>
    <w:rsid w:val="00284F6A"/>
    <w:rsid w:val="002A3A29"/>
    <w:rsid w:val="002B1F57"/>
    <w:rsid w:val="002C123A"/>
    <w:rsid w:val="002C782B"/>
    <w:rsid w:val="002C7F45"/>
    <w:rsid w:val="002E50B2"/>
    <w:rsid w:val="00306603"/>
    <w:rsid w:val="00311E28"/>
    <w:rsid w:val="00347EA4"/>
    <w:rsid w:val="0036669F"/>
    <w:rsid w:val="00381688"/>
    <w:rsid w:val="00383B4C"/>
    <w:rsid w:val="0039758A"/>
    <w:rsid w:val="003C5E8C"/>
    <w:rsid w:val="003C6A90"/>
    <w:rsid w:val="003E4A07"/>
    <w:rsid w:val="003E6A0F"/>
    <w:rsid w:val="003F07CD"/>
    <w:rsid w:val="003F6578"/>
    <w:rsid w:val="00416A7D"/>
    <w:rsid w:val="00436F4F"/>
    <w:rsid w:val="0045706F"/>
    <w:rsid w:val="00461CFA"/>
    <w:rsid w:val="00463FB2"/>
    <w:rsid w:val="0046527E"/>
    <w:rsid w:val="00490EBF"/>
    <w:rsid w:val="004A60CA"/>
    <w:rsid w:val="004B4032"/>
    <w:rsid w:val="004C23E5"/>
    <w:rsid w:val="004C6405"/>
    <w:rsid w:val="004E12E4"/>
    <w:rsid w:val="004E3DE0"/>
    <w:rsid w:val="004F01F6"/>
    <w:rsid w:val="00506831"/>
    <w:rsid w:val="005112FA"/>
    <w:rsid w:val="00525F07"/>
    <w:rsid w:val="00534422"/>
    <w:rsid w:val="00535A99"/>
    <w:rsid w:val="005437CF"/>
    <w:rsid w:val="00550F59"/>
    <w:rsid w:val="0055202A"/>
    <w:rsid w:val="00565CB4"/>
    <w:rsid w:val="0059460F"/>
    <w:rsid w:val="00594734"/>
    <w:rsid w:val="005A1C66"/>
    <w:rsid w:val="005B7825"/>
    <w:rsid w:val="005C54C4"/>
    <w:rsid w:val="005E42CE"/>
    <w:rsid w:val="00611946"/>
    <w:rsid w:val="00626D11"/>
    <w:rsid w:val="00636E6F"/>
    <w:rsid w:val="00637454"/>
    <w:rsid w:val="00643FEF"/>
    <w:rsid w:val="00647195"/>
    <w:rsid w:val="006528D4"/>
    <w:rsid w:val="006901BB"/>
    <w:rsid w:val="00693746"/>
    <w:rsid w:val="006B0E59"/>
    <w:rsid w:val="006B2C7A"/>
    <w:rsid w:val="006B49C3"/>
    <w:rsid w:val="006C1C4B"/>
    <w:rsid w:val="006D5CC4"/>
    <w:rsid w:val="006F1CE6"/>
    <w:rsid w:val="006F3828"/>
    <w:rsid w:val="00714640"/>
    <w:rsid w:val="00744D6B"/>
    <w:rsid w:val="00745F64"/>
    <w:rsid w:val="00767731"/>
    <w:rsid w:val="00772DEA"/>
    <w:rsid w:val="00792D6A"/>
    <w:rsid w:val="007B3487"/>
    <w:rsid w:val="007B6A92"/>
    <w:rsid w:val="007B76B2"/>
    <w:rsid w:val="007D4BFF"/>
    <w:rsid w:val="007E4E9F"/>
    <w:rsid w:val="0082057A"/>
    <w:rsid w:val="00820ED9"/>
    <w:rsid w:val="008460D0"/>
    <w:rsid w:val="008751F4"/>
    <w:rsid w:val="00876951"/>
    <w:rsid w:val="008879F5"/>
    <w:rsid w:val="008A4BA7"/>
    <w:rsid w:val="008B7953"/>
    <w:rsid w:val="008D6C2E"/>
    <w:rsid w:val="008E2797"/>
    <w:rsid w:val="008E4001"/>
    <w:rsid w:val="008E7CCA"/>
    <w:rsid w:val="008F0A3E"/>
    <w:rsid w:val="009015E5"/>
    <w:rsid w:val="00907799"/>
    <w:rsid w:val="00925E34"/>
    <w:rsid w:val="00941500"/>
    <w:rsid w:val="009767F5"/>
    <w:rsid w:val="00994772"/>
    <w:rsid w:val="00995FCB"/>
    <w:rsid w:val="009A52B6"/>
    <w:rsid w:val="009C18CB"/>
    <w:rsid w:val="009C50CA"/>
    <w:rsid w:val="009C6471"/>
    <w:rsid w:val="009C748F"/>
    <w:rsid w:val="009F5F78"/>
    <w:rsid w:val="009F74F0"/>
    <w:rsid w:val="00A05F59"/>
    <w:rsid w:val="00A14AC5"/>
    <w:rsid w:val="00A239F4"/>
    <w:rsid w:val="00A41004"/>
    <w:rsid w:val="00A95323"/>
    <w:rsid w:val="00AA2173"/>
    <w:rsid w:val="00AA30CC"/>
    <w:rsid w:val="00AA5936"/>
    <w:rsid w:val="00AA7FC2"/>
    <w:rsid w:val="00AB0792"/>
    <w:rsid w:val="00AC1E93"/>
    <w:rsid w:val="00AD2DEA"/>
    <w:rsid w:val="00AD3A3C"/>
    <w:rsid w:val="00AD7052"/>
    <w:rsid w:val="00AF1FD5"/>
    <w:rsid w:val="00AF5A15"/>
    <w:rsid w:val="00AF76ED"/>
    <w:rsid w:val="00B10013"/>
    <w:rsid w:val="00B22EB3"/>
    <w:rsid w:val="00B37775"/>
    <w:rsid w:val="00B44C58"/>
    <w:rsid w:val="00B74410"/>
    <w:rsid w:val="00B86505"/>
    <w:rsid w:val="00B949C4"/>
    <w:rsid w:val="00BA2D16"/>
    <w:rsid w:val="00BC5F6D"/>
    <w:rsid w:val="00BD3D68"/>
    <w:rsid w:val="00C0268B"/>
    <w:rsid w:val="00C245E1"/>
    <w:rsid w:val="00C47F89"/>
    <w:rsid w:val="00C5731B"/>
    <w:rsid w:val="00C615D7"/>
    <w:rsid w:val="00C630FC"/>
    <w:rsid w:val="00C631B1"/>
    <w:rsid w:val="00C8109F"/>
    <w:rsid w:val="00CA164D"/>
    <w:rsid w:val="00CC4627"/>
    <w:rsid w:val="00CC6F01"/>
    <w:rsid w:val="00CC768C"/>
    <w:rsid w:val="00CD010D"/>
    <w:rsid w:val="00CE6CBF"/>
    <w:rsid w:val="00D002F8"/>
    <w:rsid w:val="00D03434"/>
    <w:rsid w:val="00D056FD"/>
    <w:rsid w:val="00D15D23"/>
    <w:rsid w:val="00D250B6"/>
    <w:rsid w:val="00D346C2"/>
    <w:rsid w:val="00D377BF"/>
    <w:rsid w:val="00D50241"/>
    <w:rsid w:val="00D63960"/>
    <w:rsid w:val="00D72779"/>
    <w:rsid w:val="00D72E67"/>
    <w:rsid w:val="00D77DC5"/>
    <w:rsid w:val="00DB04B3"/>
    <w:rsid w:val="00DF49EA"/>
    <w:rsid w:val="00DF6E51"/>
    <w:rsid w:val="00E020B2"/>
    <w:rsid w:val="00E176B7"/>
    <w:rsid w:val="00E365C3"/>
    <w:rsid w:val="00E509E9"/>
    <w:rsid w:val="00E659F9"/>
    <w:rsid w:val="00E8473B"/>
    <w:rsid w:val="00EC6611"/>
    <w:rsid w:val="00EC6779"/>
    <w:rsid w:val="00EC75EB"/>
    <w:rsid w:val="00EE44D1"/>
    <w:rsid w:val="00EF24BB"/>
    <w:rsid w:val="00EF50AE"/>
    <w:rsid w:val="00EF620F"/>
    <w:rsid w:val="00F13858"/>
    <w:rsid w:val="00F16C9A"/>
    <w:rsid w:val="00F173D3"/>
    <w:rsid w:val="00F41CC4"/>
    <w:rsid w:val="00F42930"/>
    <w:rsid w:val="00F9429A"/>
    <w:rsid w:val="00FC19E1"/>
    <w:rsid w:val="00FE3804"/>
    <w:rsid w:val="00FF08AD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AB211"/>
  <w15:docId w15:val="{DE85E417-E0FB-4436-B38D-80FDA37BB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830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  <w:style w:type="character" w:styleId="Lahendamatamainimine">
    <w:name w:val="Unresolved Mention"/>
    <w:basedOn w:val="Liguvaikefont"/>
    <w:uiPriority w:val="99"/>
    <w:semiHidden/>
    <w:unhideWhenUsed/>
    <w:rsid w:val="008879F5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DF49EA"/>
    <w:pPr>
      <w:ind w:left="720"/>
      <w:contextualSpacing/>
    </w:pPr>
  </w:style>
  <w:style w:type="paragraph" w:styleId="Normaallaadveeb">
    <w:name w:val="Normal (Web)"/>
    <w:basedOn w:val="Normaallaad"/>
    <w:uiPriority w:val="99"/>
    <w:semiHidden/>
    <w:unhideWhenUsed/>
    <w:rsid w:val="00EE44D1"/>
    <w:rPr>
      <w:rFonts w:ascii="Times New Roman" w:hAnsi="Times New Roman" w:cs="Times New Roman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8304D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min@kul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nike.uri\KOV%20IT\ELVL%20Avalik%20-%20Dokumendid\AVALIK\ELVL%20kirjaplank%20ja%20&#252;ldplank%20ning%20milleks%20neid%20kasutada\ELVL%20kirjaplank%20-%20ametlikuks%20kirjavahetuseks-ELVL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81c65f-5842-43c9-a691-e445a40616d7">
      <Terms xmlns="http://schemas.microsoft.com/office/infopath/2007/PartnerControls"/>
    </lcf76f155ced4ddcb4097134ff3c332f>
    <TaxCatchAll xmlns="51e387ab-2cf3-47c1-961d-d9fa51046f5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79CD319D7BE4699FE88EEFEEE7C57" ma:contentTypeVersion="18" ma:contentTypeDescription="Loo uus dokument" ma:contentTypeScope="" ma:versionID="2c69a4fefeaf27605d140372b6b943fc">
  <xsd:schema xmlns:xsd="http://www.w3.org/2001/XMLSchema" xmlns:xs="http://www.w3.org/2001/XMLSchema" xmlns:p="http://schemas.microsoft.com/office/2006/metadata/properties" xmlns:ns2="0d81c65f-5842-43c9-a691-e445a40616d7" xmlns:ns3="51e387ab-2cf3-47c1-961d-d9fa51046f5a" targetNamespace="http://schemas.microsoft.com/office/2006/metadata/properties" ma:root="true" ma:fieldsID="611bcca2aace7b5cc2569fb7e3d2e2c5" ns2:_="" ns3:_="">
    <xsd:import namespace="0d81c65f-5842-43c9-a691-e445a40616d7"/>
    <xsd:import namespace="51e387ab-2cf3-47c1-961d-d9fa51046f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1c65f-5842-43c9-a691-e445a406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2765f91d-7ede-454c-a68b-1b422a717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387ab-2cf3-47c1-961d-d9fa51046f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4b029d-fafb-4083-b8c9-6fb998ff47d5}" ma:internalName="TaxCatchAll" ma:showField="CatchAllData" ma:web="51e387ab-2cf3-47c1-961d-d9fa51046f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8E2379-85F4-4CEA-A39B-21ABCB5D29AE}">
  <ds:schemaRefs>
    <ds:schemaRef ds:uri="http://schemas.microsoft.com/office/2006/metadata/properties"/>
    <ds:schemaRef ds:uri="http://schemas.microsoft.com/office/infopath/2007/PartnerControls"/>
    <ds:schemaRef ds:uri="0d81c65f-5842-43c9-a691-e445a40616d7"/>
    <ds:schemaRef ds:uri="51e387ab-2cf3-47c1-961d-d9fa51046f5a"/>
  </ds:schemaRefs>
</ds:datastoreItem>
</file>

<file path=customXml/itemProps2.xml><?xml version="1.0" encoding="utf-8"?>
<ds:datastoreItem xmlns:ds="http://schemas.openxmlformats.org/officeDocument/2006/customXml" ds:itemID="{754B9865-3371-46D8-A133-4836EA3F29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7653EF-4E43-499F-BD66-FC4E81C27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1c65f-5842-43c9-a691-e445a40616d7"/>
    <ds:schemaRef ds:uri="51e387ab-2cf3-47c1-961d-d9fa51046f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ELVL kirjaplank - ametlikuks kirjavahetuseks-ELVL18</Template>
  <TotalTime>69</TotalTime>
  <Pages>2</Pages>
  <Words>486</Words>
  <Characters>2819</Characters>
  <Application>Microsoft Office Word</Application>
  <DocSecurity>0</DocSecurity>
  <Lines>23</Lines>
  <Paragraphs>6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Einike Uri</dc:creator>
  <cp:lastModifiedBy>Einike Uri</cp:lastModifiedBy>
  <cp:revision>58</cp:revision>
  <cp:lastPrinted>2023-02-09T11:54:00Z</cp:lastPrinted>
  <dcterms:created xsi:type="dcterms:W3CDTF">2023-09-23T13:41:00Z</dcterms:created>
  <dcterms:modified xsi:type="dcterms:W3CDTF">2023-09-26T09:58:00Z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0x01010042479CD319D7BE4699FE88EEFEEE7C57</vt:lpwstr>
  </property>
  <property fmtid="{D5CDD505-2E9C-101B-9397-08002B2CF9AE}" pid="3" name="Order">
    <vt:r8>6200</vt:r8>
  </property>
</Properties>
</file>